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11D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401F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11AD7C" w14:textId="55A5DD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A103E">
        <w:rPr>
          <w:rFonts w:ascii="Corbel" w:hAnsi="Corbel"/>
          <w:i/>
          <w:smallCaps/>
          <w:sz w:val="24"/>
          <w:szCs w:val="24"/>
        </w:rPr>
        <w:t>2022-2027</w:t>
      </w:r>
    </w:p>
    <w:p w14:paraId="353931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31E78B" w14:textId="5E328BD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0901CE">
        <w:rPr>
          <w:rFonts w:ascii="Corbel" w:hAnsi="Corbel"/>
          <w:sz w:val="20"/>
          <w:szCs w:val="20"/>
        </w:rPr>
        <w:t>202</w:t>
      </w:r>
      <w:r w:rsidR="005A103E">
        <w:rPr>
          <w:rFonts w:ascii="Corbel" w:hAnsi="Corbel"/>
          <w:sz w:val="20"/>
          <w:szCs w:val="20"/>
        </w:rPr>
        <w:t>4</w:t>
      </w:r>
      <w:r w:rsidR="006C04CA">
        <w:rPr>
          <w:rFonts w:ascii="Corbel" w:hAnsi="Corbel"/>
          <w:sz w:val="20"/>
          <w:szCs w:val="20"/>
        </w:rPr>
        <w:t>/</w:t>
      </w:r>
      <w:r w:rsidR="000901CE">
        <w:rPr>
          <w:rFonts w:ascii="Corbel" w:hAnsi="Corbel"/>
          <w:sz w:val="20"/>
          <w:szCs w:val="20"/>
        </w:rPr>
        <w:t>2</w:t>
      </w:r>
      <w:r w:rsidR="005A103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B8CBB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04E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AF8F8A" w14:textId="77777777" w:rsidTr="00FE509F">
        <w:tc>
          <w:tcPr>
            <w:tcW w:w="2694" w:type="dxa"/>
            <w:vAlign w:val="center"/>
          </w:tcPr>
          <w:p w14:paraId="254A77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496F2" w14:textId="77777777"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1FC5FD52" w14:textId="77777777" w:rsidTr="00FE509F">
        <w:tc>
          <w:tcPr>
            <w:tcW w:w="2694" w:type="dxa"/>
            <w:vAlign w:val="center"/>
          </w:tcPr>
          <w:p w14:paraId="1C2281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DCE8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DB1ECE" w14:textId="77777777" w:rsidTr="00FE509F">
        <w:tc>
          <w:tcPr>
            <w:tcW w:w="2694" w:type="dxa"/>
            <w:vAlign w:val="center"/>
          </w:tcPr>
          <w:p w14:paraId="0993FD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6528CE" w14:textId="755195F8" w:rsidR="0085747A" w:rsidRPr="009C54AE" w:rsidRDefault="00BB0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DBCB26" w14:textId="77777777" w:rsidTr="00FE509F">
        <w:tc>
          <w:tcPr>
            <w:tcW w:w="2694" w:type="dxa"/>
            <w:vAlign w:val="center"/>
          </w:tcPr>
          <w:p w14:paraId="7D39B8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A1747" w14:textId="77777777"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14:paraId="3794A244" w14:textId="77777777" w:rsidTr="00FE509F">
        <w:tc>
          <w:tcPr>
            <w:tcW w:w="2694" w:type="dxa"/>
            <w:vAlign w:val="center"/>
          </w:tcPr>
          <w:p w14:paraId="130D27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BCC9BF" w14:textId="77777777"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14:paraId="62E1B443" w14:textId="77777777" w:rsidTr="00FE509F">
        <w:tc>
          <w:tcPr>
            <w:tcW w:w="2694" w:type="dxa"/>
            <w:vAlign w:val="center"/>
          </w:tcPr>
          <w:p w14:paraId="5C21EA89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2F6FD3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14:paraId="4E018634" w14:textId="77777777" w:rsidTr="00FE509F">
        <w:tc>
          <w:tcPr>
            <w:tcW w:w="2694" w:type="dxa"/>
            <w:vAlign w:val="center"/>
          </w:tcPr>
          <w:p w14:paraId="07CD5A8A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71EB2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14:paraId="3B186B73" w14:textId="77777777" w:rsidTr="00FE509F">
        <w:tc>
          <w:tcPr>
            <w:tcW w:w="2694" w:type="dxa"/>
            <w:vAlign w:val="center"/>
          </w:tcPr>
          <w:p w14:paraId="2B86565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AA9B65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14:paraId="16BE6BA3" w14:textId="77777777" w:rsidTr="00FE509F">
        <w:tc>
          <w:tcPr>
            <w:tcW w:w="2694" w:type="dxa"/>
            <w:vAlign w:val="center"/>
          </w:tcPr>
          <w:p w14:paraId="32DEFAFD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F7814" w14:textId="77777777"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14:paraId="1CC0AA54" w14:textId="77777777" w:rsidTr="00FE509F">
        <w:tc>
          <w:tcPr>
            <w:tcW w:w="2694" w:type="dxa"/>
            <w:vAlign w:val="center"/>
          </w:tcPr>
          <w:p w14:paraId="223413EC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ED180E" w14:textId="77777777"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nauczania</w:t>
            </w:r>
          </w:p>
        </w:tc>
      </w:tr>
      <w:tr w:rsidR="00FE509F" w:rsidRPr="009C54AE" w14:paraId="4E6E389B" w14:textId="77777777" w:rsidTr="00FE509F">
        <w:tc>
          <w:tcPr>
            <w:tcW w:w="2694" w:type="dxa"/>
            <w:vAlign w:val="center"/>
          </w:tcPr>
          <w:p w14:paraId="265318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B6AD4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14:paraId="55FF484E" w14:textId="77777777" w:rsidTr="00FE509F">
        <w:tc>
          <w:tcPr>
            <w:tcW w:w="2694" w:type="dxa"/>
            <w:vAlign w:val="center"/>
          </w:tcPr>
          <w:p w14:paraId="757E7A3B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24272B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14:paraId="5457BF00" w14:textId="77777777" w:rsidTr="00FE509F">
        <w:tc>
          <w:tcPr>
            <w:tcW w:w="2694" w:type="dxa"/>
            <w:vAlign w:val="center"/>
          </w:tcPr>
          <w:p w14:paraId="3D85AE3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78E0E0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4743B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E49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651A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BB36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5FE83D5" w14:textId="77777777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E1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DF3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B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05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5C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C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5E301" w14:textId="77777777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C1E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350A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F09" w14:textId="77777777"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5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4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08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C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57B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92769B" w14:textId="77777777"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DCD8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6E3993" w14:textId="77777777"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A3AD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D1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68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58EB1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F99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C70543" w14:textId="77777777" w:rsidTr="00745302">
        <w:tc>
          <w:tcPr>
            <w:tcW w:w="9670" w:type="dxa"/>
          </w:tcPr>
          <w:p w14:paraId="4EE86DBF" w14:textId="77777777"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F21C3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471F54" w14:textId="77777777"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89B3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BDFB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5B35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2F15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5997CC1" w14:textId="77777777" w:rsidTr="00FE509F">
        <w:tc>
          <w:tcPr>
            <w:tcW w:w="851" w:type="dxa"/>
            <w:vAlign w:val="center"/>
          </w:tcPr>
          <w:p w14:paraId="2F4CB67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00DFE1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14:paraId="0B712204" w14:textId="77777777" w:rsidTr="00FE509F">
        <w:tc>
          <w:tcPr>
            <w:tcW w:w="851" w:type="dxa"/>
            <w:vAlign w:val="center"/>
          </w:tcPr>
          <w:p w14:paraId="3C53AC90" w14:textId="77777777"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0FEFD8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14:paraId="2A34ED5D" w14:textId="77777777" w:rsidTr="00FE509F">
        <w:tc>
          <w:tcPr>
            <w:tcW w:w="851" w:type="dxa"/>
            <w:vAlign w:val="center"/>
          </w:tcPr>
          <w:p w14:paraId="0E32A057" w14:textId="77777777"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3DD583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14:paraId="35744793" w14:textId="77777777" w:rsidTr="00FE509F">
        <w:tc>
          <w:tcPr>
            <w:tcW w:w="851" w:type="dxa"/>
            <w:vAlign w:val="center"/>
          </w:tcPr>
          <w:p w14:paraId="4B82DC6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4E5087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14:paraId="701A65AC" w14:textId="77777777" w:rsidTr="00FE509F">
        <w:tc>
          <w:tcPr>
            <w:tcW w:w="851" w:type="dxa"/>
            <w:vAlign w:val="center"/>
          </w:tcPr>
          <w:p w14:paraId="48EAA80C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3D9F6F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14:paraId="1D299968" w14:textId="77777777" w:rsidTr="00FE509F">
        <w:tc>
          <w:tcPr>
            <w:tcW w:w="851" w:type="dxa"/>
            <w:vAlign w:val="center"/>
          </w:tcPr>
          <w:p w14:paraId="3FBB7D8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6CBA29A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14:paraId="5FEEE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6C4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383D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CE9C8B2" w14:textId="77777777" w:rsidTr="00A45093">
        <w:tc>
          <w:tcPr>
            <w:tcW w:w="1701" w:type="dxa"/>
            <w:vAlign w:val="center"/>
          </w:tcPr>
          <w:p w14:paraId="6D8987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1E9E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C1A5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14:paraId="088D2F6E" w14:textId="77777777" w:rsidTr="00A45093">
        <w:tc>
          <w:tcPr>
            <w:tcW w:w="1701" w:type="dxa"/>
          </w:tcPr>
          <w:p w14:paraId="6FC53458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761272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14:paraId="7BAE90A1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14:paraId="72EF5C02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14:paraId="63A9ABBD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14:paraId="7F2E6AF7" w14:textId="77777777"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14:paraId="32CA88D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F10E9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CA0A01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EE9CF6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14:paraId="3A083F9E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14:paraId="697D575B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14:paraId="7DB95E8A" w14:textId="77777777" w:rsidTr="00A45093">
        <w:tc>
          <w:tcPr>
            <w:tcW w:w="1701" w:type="dxa"/>
          </w:tcPr>
          <w:p w14:paraId="2B613B9F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390021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14:paraId="41C6C2C3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14:paraId="012A8557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14:paraId="574A0D8E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14:paraId="4EF6EE35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14:paraId="721D4297" w14:textId="77777777"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14:paraId="679084CD" w14:textId="77777777"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14:paraId="2E43A6AF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14:paraId="745E44DD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14:paraId="5F84C274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14:paraId="0324B2D6" w14:textId="77777777"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ED754A" w14:textId="77777777"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14:paraId="4637C7B6" w14:textId="77777777" w:rsidTr="00A45093">
        <w:tc>
          <w:tcPr>
            <w:tcW w:w="1701" w:type="dxa"/>
          </w:tcPr>
          <w:p w14:paraId="4B6CCFFD" w14:textId="77777777"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74007E" w14:textId="77777777"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14:paraId="0543A49D" w14:textId="77777777"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F0ECF6A" w14:textId="77777777"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4F55F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5A5E98" w14:textId="77777777"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9EBB514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28E7B29" w14:textId="77777777"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91DA63A" w14:textId="77777777" w:rsidTr="00A45093">
        <w:tc>
          <w:tcPr>
            <w:tcW w:w="9639" w:type="dxa"/>
          </w:tcPr>
          <w:p w14:paraId="1F17A4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6E258858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F263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14:paraId="7C83052A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3A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048B26CC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D40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14:paraId="0B3A60BF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BB7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14:paraId="269BE83E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3D20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14:paraId="39FECDB2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06A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14:paraId="7F2601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B25C8" w14:textId="77777777"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2F6F3" w14:textId="77777777" w:rsidTr="00A45093">
        <w:tc>
          <w:tcPr>
            <w:tcW w:w="9639" w:type="dxa"/>
          </w:tcPr>
          <w:p w14:paraId="5C8565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0B0289D0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7D7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14:paraId="3B34A309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B7E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7DB9256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57D3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14:paraId="4BADA12D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9BB0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14:paraId="244D7C7E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14:paraId="5AFF11A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060D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14:paraId="11ADFE3C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14:paraId="6DF7075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DC95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14:paraId="009EFA5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14:paraId="3545D068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7ABC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14:paraId="3D2E537E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14:paraId="394DDFB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F222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14:paraId="7B8C2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30D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1E8A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540C" w14:textId="77777777"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3912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199A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71B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E2C7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157A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1A7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14:paraId="79648D5E" w14:textId="77777777" w:rsidTr="00B24C14">
        <w:tc>
          <w:tcPr>
            <w:tcW w:w="1974" w:type="dxa"/>
            <w:vAlign w:val="center"/>
          </w:tcPr>
          <w:p w14:paraId="5E0FE7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232AFA6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2D611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295D9C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E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14:paraId="09121F57" w14:textId="77777777" w:rsidTr="00EA6B76">
        <w:tc>
          <w:tcPr>
            <w:tcW w:w="1974" w:type="dxa"/>
          </w:tcPr>
          <w:p w14:paraId="219036A0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14:paraId="348C6C1F" w14:textId="77777777"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14:paraId="0A1CAC7E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14:paraId="73234D51" w14:textId="77777777" w:rsidTr="00EA6B76">
        <w:tc>
          <w:tcPr>
            <w:tcW w:w="1974" w:type="dxa"/>
          </w:tcPr>
          <w:p w14:paraId="1748FD9D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66361B91" w14:textId="77777777"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14:paraId="44CC77F8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14:paraId="60FB3372" w14:textId="77777777" w:rsidTr="00EA6B76">
        <w:tc>
          <w:tcPr>
            <w:tcW w:w="1974" w:type="dxa"/>
          </w:tcPr>
          <w:p w14:paraId="2C5A0FAB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14:paraId="1617D4B0" w14:textId="77777777"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14:paraId="2B4714F1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14:paraId="1FF18A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329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E4F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59D7427" w14:textId="77777777" w:rsidTr="00D02EDA">
        <w:tc>
          <w:tcPr>
            <w:tcW w:w="9670" w:type="dxa"/>
          </w:tcPr>
          <w:p w14:paraId="223BDA3A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14:paraId="6D2FAC7F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14:paraId="58F984A3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14:paraId="77624ED5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14:paraId="1177379E" w14:textId="77777777"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14:paraId="247DC8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414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3C8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47A3351" w14:textId="77777777" w:rsidTr="006C04CA">
        <w:tc>
          <w:tcPr>
            <w:tcW w:w="4111" w:type="dxa"/>
            <w:vAlign w:val="center"/>
          </w:tcPr>
          <w:p w14:paraId="755404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14:paraId="332F31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E89B7E" w14:textId="77777777" w:rsidTr="006C04CA">
        <w:tc>
          <w:tcPr>
            <w:tcW w:w="4111" w:type="dxa"/>
          </w:tcPr>
          <w:p w14:paraId="4F0F719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E863694" w14:textId="77777777"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054BBEB" w14:textId="77777777" w:rsidTr="006C04CA">
        <w:tc>
          <w:tcPr>
            <w:tcW w:w="4111" w:type="dxa"/>
          </w:tcPr>
          <w:p w14:paraId="7FA1EE70" w14:textId="77777777"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452B56" w14:textId="77777777"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14:paraId="329C4468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F90C2C" w14:textId="77777777"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BD6721" w14:textId="77777777" w:rsidTr="006C04CA">
        <w:tc>
          <w:tcPr>
            <w:tcW w:w="4111" w:type="dxa"/>
          </w:tcPr>
          <w:p w14:paraId="4DB9E83C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700F12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D4C46A6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3F1304" w14:textId="77777777"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8C94996" w14:textId="77777777"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14:paraId="2D18BDC2" w14:textId="77777777"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34932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FDB9D9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0CF97A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6F9584E" w14:textId="77777777"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E231EA0" w14:textId="77777777" w:rsidTr="006C04CA">
        <w:tc>
          <w:tcPr>
            <w:tcW w:w="4111" w:type="dxa"/>
          </w:tcPr>
          <w:p w14:paraId="7B2A2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14:paraId="1ABA74E4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3A1A3C6" w14:textId="77777777" w:rsidTr="006C04CA">
        <w:tc>
          <w:tcPr>
            <w:tcW w:w="4111" w:type="dxa"/>
          </w:tcPr>
          <w:p w14:paraId="245ACB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14:paraId="4A2F4CC9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1493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929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75C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AAC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6539305" w14:textId="77777777" w:rsidTr="0071620A">
        <w:trPr>
          <w:trHeight w:val="397"/>
        </w:trPr>
        <w:tc>
          <w:tcPr>
            <w:tcW w:w="3544" w:type="dxa"/>
          </w:tcPr>
          <w:p w14:paraId="044A5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AB08B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706134A9" w14:textId="77777777" w:rsidTr="0071620A">
        <w:trPr>
          <w:trHeight w:val="397"/>
        </w:trPr>
        <w:tc>
          <w:tcPr>
            <w:tcW w:w="3544" w:type="dxa"/>
          </w:tcPr>
          <w:p w14:paraId="5F3C0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02E6E9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C2E24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2F3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1407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A17B21" w14:textId="77777777" w:rsidTr="00D02EDA">
        <w:trPr>
          <w:trHeight w:val="397"/>
        </w:trPr>
        <w:tc>
          <w:tcPr>
            <w:tcW w:w="7513" w:type="dxa"/>
          </w:tcPr>
          <w:p w14:paraId="6769B538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5A1CC7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14:paraId="650EECA9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14:paraId="0899FE98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14:paraId="16C8AF9D" w14:textId="77777777"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14:paraId="2C05DBD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14:paraId="77CEF38F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14:paraId="5962A0D8" w14:textId="77777777"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14:paraId="37C16DE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1FF31" w14:textId="77777777" w:rsidTr="00D02EDA">
        <w:trPr>
          <w:trHeight w:val="397"/>
        </w:trPr>
        <w:tc>
          <w:tcPr>
            <w:tcW w:w="7513" w:type="dxa"/>
          </w:tcPr>
          <w:p w14:paraId="57FD5669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8E78B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14:paraId="7E077A76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14:paraId="01D80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1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F2F8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8CBA5" w14:textId="77777777" w:rsidR="00831D62" w:rsidRDefault="00831D62" w:rsidP="00C16ABF">
      <w:pPr>
        <w:spacing w:after="0" w:line="240" w:lineRule="auto"/>
      </w:pPr>
      <w:r>
        <w:separator/>
      </w:r>
    </w:p>
  </w:endnote>
  <w:endnote w:type="continuationSeparator" w:id="0">
    <w:p w14:paraId="40259471" w14:textId="77777777" w:rsidR="00831D62" w:rsidRDefault="00831D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2627E" w14:textId="77777777" w:rsidR="00831D62" w:rsidRDefault="00831D62" w:rsidP="00C16ABF">
      <w:pPr>
        <w:spacing w:after="0" w:line="240" w:lineRule="auto"/>
      </w:pPr>
      <w:r>
        <w:separator/>
      </w:r>
    </w:p>
  </w:footnote>
  <w:footnote w:type="continuationSeparator" w:id="0">
    <w:p w14:paraId="5222E7DC" w14:textId="77777777" w:rsidR="00831D62" w:rsidRDefault="00831D62" w:rsidP="00C16ABF">
      <w:pPr>
        <w:spacing w:after="0" w:line="240" w:lineRule="auto"/>
      </w:pPr>
      <w:r>
        <w:continuationSeparator/>
      </w:r>
    </w:p>
  </w:footnote>
  <w:footnote w:id="1">
    <w:p w14:paraId="76314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01CE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26D1A"/>
    <w:rsid w:val="005363C4"/>
    <w:rsid w:val="00536BDE"/>
    <w:rsid w:val="00543ACC"/>
    <w:rsid w:val="0056696D"/>
    <w:rsid w:val="00573EF9"/>
    <w:rsid w:val="0059484D"/>
    <w:rsid w:val="005A0855"/>
    <w:rsid w:val="005A103E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347B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2192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31D62"/>
    <w:rsid w:val="008449B3"/>
    <w:rsid w:val="00856CE0"/>
    <w:rsid w:val="0085747A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C5142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AF"/>
    <w:rsid w:val="00BB520A"/>
    <w:rsid w:val="00BC1DA6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15BA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E12E"/>
  <w15:docId w15:val="{0026AB9D-DDB1-4499-A56E-B05C25E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4270-E817-451A-BEB5-AECF040F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2020-11-09T08:50:00Z</cp:lastPrinted>
  <dcterms:created xsi:type="dcterms:W3CDTF">2020-11-09T08:42:00Z</dcterms:created>
  <dcterms:modified xsi:type="dcterms:W3CDTF">2022-03-11T13:25:00Z</dcterms:modified>
</cp:coreProperties>
</file>